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085D9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D56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85D9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21.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E24E89" w:rsidRDefault="00D0461E" w:rsidP="00085D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85D9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Француска</w:t>
            </w:r>
            <w:r w:rsidR="00085D9D" w:rsidRPr="00085D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—„Ше</w:t>
            </w:r>
            <w:r w:rsidR="008341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стоугао“  између  Атлантика и  С</w:t>
            </w:r>
            <w:r w:rsidR="00085D9D" w:rsidRPr="00085D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редоземног мора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E24E89" w:rsidRDefault="00E24E8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ТИП ЧАСА: </w:t>
            </w:r>
            <w:r w:rsidRPr="00E24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E24E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85D9D" w:rsidRPr="0008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</w:t>
            </w:r>
            <w:r w:rsidR="0008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ике  са  географским одликама  Ф</w:t>
            </w:r>
            <w:r w:rsidR="00085D9D" w:rsidRPr="0008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ранцуске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85D9D" w:rsidRDefault="0004179F" w:rsidP="00085D9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75C1A" w:rsidRPr="00C75C1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Објаснити  ученицима  географске  одлике  </w:t>
            </w:r>
            <w:r w:rsidR="00085D9D">
              <w:rPr>
                <w:rFonts w:ascii="Times New Roman" w:hAnsi="Times New Roman"/>
                <w:sz w:val="24"/>
                <w:szCs w:val="24"/>
                <w:lang w:val="sr-Cyrl-CS"/>
              </w:rPr>
              <w:t>Фрнацуске</w:t>
            </w:r>
          </w:p>
          <w:p w:rsidR="0004179F" w:rsidRPr="0004179F" w:rsidRDefault="0004179F" w:rsidP="00085D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085D9D" w:rsidRDefault="00085D9D" w:rsidP="00085D9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</w:t>
            </w:r>
            <w:r w:rsidRPr="00085D9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разуме  одлике  географског  положаја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Француске</w:t>
            </w:r>
          </w:p>
          <w:p w:rsidR="00085D9D" w:rsidRPr="00085D9D" w:rsidRDefault="00085D9D" w:rsidP="00085D9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085D9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 на карти  покаже  рељефне  целине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,</w:t>
            </w:r>
            <w:r w:rsidRPr="00085D9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 реке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,</w:t>
            </w:r>
            <w:r w:rsidRPr="00085D9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градове</w:t>
            </w:r>
          </w:p>
          <w:p w:rsidR="00D0461E" w:rsidRPr="006D5681" w:rsidRDefault="00085D9D" w:rsidP="00085D9D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85D9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зашто  су  у Француској нарочито  развијеи</w:t>
            </w:r>
            <w:r w:rsidR="00F93766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и</w:t>
            </w:r>
            <w:r w:rsidRPr="00085D9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 пољопривреда  и  туризам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45123D" w:rsidRDefault="00EC77F2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</w:p>
          <w:p w:rsidR="00085D9D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 и чита  географске и  допунске  елементе  карте-називе   планина,  низија,  река  језера  и  већих  градова  </w:t>
            </w:r>
            <w:r w:rsidR="00085D9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Француске</w:t>
            </w:r>
          </w:p>
          <w:p w:rsidR="00C75C1A" w:rsidRPr="00EC77F2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  <w:r w:rsidR="00085D9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Француске</w:t>
            </w:r>
          </w:p>
          <w:p w:rsidR="00670648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ГЕ2.1.3.Прпознаје  и  објашњава  географске  чињенице представљене  моделом, сликом графиком, табелом.</w:t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ГЕ2.4.1.Описује  природне  и  друштвене  одлике  </w:t>
            </w:r>
            <w:r w:rsidR="00085D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Француске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C75C1A" w:rsidRPr="00C75C1A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  <w:r w:rsidR="00085D9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Француске  у  оквиру  Западне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Европе  и  Европе  као целине  </w:t>
            </w:r>
          </w:p>
          <w:p w:rsidR="00085D9D" w:rsidRDefault="00C75C1A" w:rsidP="00085D9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 w:rsidR="00085D9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Француској</w:t>
            </w:r>
          </w:p>
          <w:p w:rsidR="00664F16" w:rsidRPr="006C1089" w:rsidRDefault="00C75C1A" w:rsidP="00085D9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Објашњава  утицај  географског  положаја  на основне  природно-геогр</w:t>
            </w:r>
            <w:r w:rsidR="00085D9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афске  и  друштвено-географске Француске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085D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2E1B7E" w:rsidP="00085D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8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Тражимо од ученика да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користећи карту  у  атласу  обј</w:t>
            </w:r>
            <w:r w:rsidR="0008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асне  наслов наставне јединице у  уџбенику.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D93068" w:rsidRPr="00545C96" w:rsidRDefault="00085D9D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Истичемо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је</w:t>
            </w:r>
            <w:r w:rsidR="00C55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Француска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највећа  земља  Западне  Европе,по  површини.Појашњавамо ње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 географски  положај и  наглаш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авамо  посебност  да  излази  и  на  Атлантик  и  на  Средоземно море.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Истичемо и  на  карти показујемо  рељефне  целине.Пит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ученике,  да  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 основу  раније  усвојених  знања наведу  ко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ји  би  типови  климе били засту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пљени  у  Француској.На  карти  пок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зујемо највеће реке.Истичемо знач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  река.Наглашавамо да се у  Француској издвајају  т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 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регије. Источна  Француска.  Западна  Ф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ранцуска  и Северна  Француска.Говоримо о њиховим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битним  одликама уз  показивање  на кар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главних  елемената  сваке.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Објашњавамо одлике  становништва-народе, миграције, густину  насељености.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Саопшатавамо  да је Француска друга  индустриј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  сила  и  воде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ћи  пољопривредни  произвођач  Е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вропе.Тражимо да  ученици  наведу  најпознатије  француске  пољпоривредне  и  прехрамбене производе.</w:t>
            </w:r>
            <w:r w:rsidR="00C55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Истичемо да  је  Француска  прва  у  свету по броју  страних туриста.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карти  показујемо  најважније  туристич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  регије Француске</w:t>
            </w:r>
            <w:r w:rsidR="00C55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са нагласком на  Азурну  обалу </w:t>
            </w:r>
            <w:r w:rsidR="00243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причамо о</w:t>
            </w:r>
            <w:r w:rsidR="00481B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њиховим  одликама.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ученицима  да  имају  задатак  да  код  куће  дају  одговоре  на питања  у  одељку  «одговорима  до сажетка».</w:t>
            </w:r>
          </w:p>
        </w:tc>
      </w:tr>
      <w:tr w:rsidR="00EB42B2" w:rsidRPr="00B37DAE" w:rsidTr="00F62A80">
        <w:tc>
          <w:tcPr>
            <w:tcW w:w="9576" w:type="dxa"/>
            <w:shd w:val="clear" w:color="auto" w:fill="auto"/>
          </w:tcPr>
          <w:p w:rsidR="00EB42B2" w:rsidRDefault="00EB42B2" w:rsidP="00EB42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 ТАБЛЕ:</w:t>
            </w:r>
          </w:p>
        </w:tc>
      </w:tr>
      <w:tr w:rsidR="00EB42B2" w:rsidRPr="00B37DAE" w:rsidTr="00F62A80">
        <w:tc>
          <w:tcPr>
            <w:tcW w:w="9576" w:type="dxa"/>
            <w:shd w:val="clear" w:color="auto" w:fill="auto"/>
          </w:tcPr>
          <w:p w:rsidR="00243AFF" w:rsidRDefault="00EB42B2" w:rsidP="00481BD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</w:t>
            </w:r>
            <w:r w:rsidR="00243A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ФРАНЦУСКА</w:t>
            </w:r>
          </w:p>
          <w:p w:rsidR="00243AFF" w:rsidRDefault="00243AFF" w:rsidP="00481BD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«ШЕСТОУГАО»  ИЗМЕЂУ   АТЛАНТИКА  И  СРЕДОЗЕМНОГ МОРА</w:t>
            </w:r>
            <w:r w:rsidR="00EB42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</w:p>
          <w:p w:rsidR="00331806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највећа  земља  Западне  Е</w:t>
            </w:r>
            <w:r w:rsidRPr="00C55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-облик  територије---шестоугао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-атлантска, средоземна  и  алпска  земаља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-рељеф:</w:t>
            </w:r>
            <w:r w:rsidR="009D7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Централни масив,  Париски  басен,  Алпи, Пиринеји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-клима:   -атлантска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-умереноконтинентална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-средоземна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-планинска (алпска)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-реке;  Лоара,  Сена,  Рона,  Рајна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 регије:   1.Западна  Француска—од  Бретање  до  Пиринеја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2.Источна  Француска—од  Алзаса  до  Средоземног мора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3.Северна  Француска—Париски  басен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-становништво—65  милиона,  Французи,  Корзиканци,  Баски, досељеници  из  Африке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-10%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-највећи  прозвођач  хране  у  Европи—житарице,  воће,  поврће,  грожђе (вино)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сточарство (сиреви)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-друга  индустријска  сила  Европе—машинска (аутомобили,  возови, авиони), текстилна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(мода), хемијска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-туризам—прва  у  свету  по  броју  страних  туриста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Азурна  обала (Ница,  Кан,  Монако)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Париз-«град  светлости»</w:t>
            </w:r>
          </w:p>
          <w:p w:rsidR="00C55BF9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Алпи</w:t>
            </w:r>
            <w:r w:rsidR="00F93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-зимски  туризам</w:t>
            </w:r>
            <w:bookmarkStart w:id="0" w:name="_GoBack"/>
            <w:bookmarkEnd w:id="0"/>
          </w:p>
          <w:p w:rsidR="00C55BF9" w:rsidRPr="00EB42B2" w:rsidRDefault="00C55BF9" w:rsidP="00481B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долина  Лоаре-дворци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85D9D"/>
    <w:rsid w:val="000D1454"/>
    <w:rsid w:val="00177289"/>
    <w:rsid w:val="001C45B5"/>
    <w:rsid w:val="001C6C13"/>
    <w:rsid w:val="001D57CA"/>
    <w:rsid w:val="002365E8"/>
    <w:rsid w:val="00243AFF"/>
    <w:rsid w:val="002E1B7E"/>
    <w:rsid w:val="00331806"/>
    <w:rsid w:val="003321C2"/>
    <w:rsid w:val="00391413"/>
    <w:rsid w:val="003A7B13"/>
    <w:rsid w:val="003F1D6D"/>
    <w:rsid w:val="0045123D"/>
    <w:rsid w:val="00466279"/>
    <w:rsid w:val="00481BD5"/>
    <w:rsid w:val="00486C32"/>
    <w:rsid w:val="004C7CD5"/>
    <w:rsid w:val="00545C96"/>
    <w:rsid w:val="005F784B"/>
    <w:rsid w:val="00605D58"/>
    <w:rsid w:val="00606767"/>
    <w:rsid w:val="00664F16"/>
    <w:rsid w:val="00670648"/>
    <w:rsid w:val="006C1089"/>
    <w:rsid w:val="006D5681"/>
    <w:rsid w:val="006F2937"/>
    <w:rsid w:val="007906D8"/>
    <w:rsid w:val="007E6623"/>
    <w:rsid w:val="0080459B"/>
    <w:rsid w:val="008341C6"/>
    <w:rsid w:val="00854D2A"/>
    <w:rsid w:val="008F0F0B"/>
    <w:rsid w:val="008F27B4"/>
    <w:rsid w:val="009221AA"/>
    <w:rsid w:val="009307D5"/>
    <w:rsid w:val="00942ED0"/>
    <w:rsid w:val="0094301B"/>
    <w:rsid w:val="00962C5B"/>
    <w:rsid w:val="0096516D"/>
    <w:rsid w:val="009D7ECE"/>
    <w:rsid w:val="00A17F87"/>
    <w:rsid w:val="00A321DB"/>
    <w:rsid w:val="00A45210"/>
    <w:rsid w:val="00A47E59"/>
    <w:rsid w:val="00AB78A4"/>
    <w:rsid w:val="00B31C7E"/>
    <w:rsid w:val="00B37DAE"/>
    <w:rsid w:val="00B80B22"/>
    <w:rsid w:val="00B85A26"/>
    <w:rsid w:val="00BA107D"/>
    <w:rsid w:val="00BF20E4"/>
    <w:rsid w:val="00C379D6"/>
    <w:rsid w:val="00C55BF9"/>
    <w:rsid w:val="00C70D9C"/>
    <w:rsid w:val="00C75C1A"/>
    <w:rsid w:val="00C81044"/>
    <w:rsid w:val="00CC0911"/>
    <w:rsid w:val="00D0461E"/>
    <w:rsid w:val="00D6605E"/>
    <w:rsid w:val="00D93068"/>
    <w:rsid w:val="00DE65D7"/>
    <w:rsid w:val="00E24E89"/>
    <w:rsid w:val="00E4334D"/>
    <w:rsid w:val="00EA38C7"/>
    <w:rsid w:val="00EB42B2"/>
    <w:rsid w:val="00EC77F2"/>
    <w:rsid w:val="00F05659"/>
    <w:rsid w:val="00F137B9"/>
    <w:rsid w:val="00F57D30"/>
    <w:rsid w:val="00F62A80"/>
    <w:rsid w:val="00F93766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66139-F61C-4B9F-B2B4-38985910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2020-07-02T09:58:00Z</dcterms:created>
  <dcterms:modified xsi:type="dcterms:W3CDTF">2020-07-03T10:50:00Z</dcterms:modified>
</cp:coreProperties>
</file>